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0F0C277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524C72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7FB3C303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524C72">
        <w:rPr>
          <w:rFonts w:ascii="Corbel" w:hAnsi="Corbel"/>
          <w:bCs/>
          <w:sz w:val="20"/>
          <w:szCs w:val="20"/>
        </w:rPr>
        <w:t>0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524C72">
        <w:rPr>
          <w:rFonts w:ascii="Corbel" w:hAnsi="Corbel"/>
          <w:bCs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E794196" w:rsidR="0085747A" w:rsidRPr="009C54AE" w:rsidRDefault="003D5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A367854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2EB14F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818A910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5CBBE329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61DA6" w14:textId="77777777" w:rsidR="00157942" w:rsidRDefault="00157942" w:rsidP="00C16ABF">
      <w:pPr>
        <w:spacing w:after="0" w:line="240" w:lineRule="auto"/>
      </w:pPr>
      <w:r>
        <w:separator/>
      </w:r>
    </w:p>
  </w:endnote>
  <w:endnote w:type="continuationSeparator" w:id="0">
    <w:p w14:paraId="15880613" w14:textId="77777777" w:rsidR="00157942" w:rsidRDefault="001579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E80CE" w14:textId="77777777" w:rsidR="00157942" w:rsidRDefault="00157942" w:rsidP="00C16ABF">
      <w:pPr>
        <w:spacing w:after="0" w:line="240" w:lineRule="auto"/>
      </w:pPr>
      <w:r>
        <w:separator/>
      </w:r>
    </w:p>
  </w:footnote>
  <w:footnote w:type="continuationSeparator" w:id="0">
    <w:p w14:paraId="21A75499" w14:textId="77777777" w:rsidR="00157942" w:rsidRDefault="0015794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57942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53CE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24C7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A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3564"/>
    <w:rsid w:val="00966EFD"/>
    <w:rsid w:val="00971D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56A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2B0E8-1A02-46C0-812A-9B16DC51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1440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2020-10-27T08:52:00Z</dcterms:created>
  <dcterms:modified xsi:type="dcterms:W3CDTF">2021-11-05T13:21:00Z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